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B11584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1584" w:rsidRPr="00B11584" w:rsidRDefault="00B11584" w:rsidP="00B1158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Zajištění malířských a natěračských prací pro společnost </w:t>
            </w:r>
          </w:p>
          <w:p w:rsidR="00B10E0D" w:rsidRPr="00F457E5" w:rsidRDefault="00B11584" w:rsidP="00964675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B1158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  <w:r w:rsidRPr="00B1158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- </w:t>
            </w:r>
            <w:r w:rsidR="00964675" w:rsidRPr="00964675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Litomyšlská nemocnice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B11584" w:rsidRPr="00B11584" w:rsidRDefault="00585DA7" w:rsidP="00B11584">
      <w:pPr>
        <w:tabs>
          <w:tab w:val="left" w:pos="0"/>
        </w:tabs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výběrového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B11584" w:rsidRPr="00B11584">
        <w:rPr>
          <w:rFonts w:asciiTheme="minorHAnsi" w:hAnsiTheme="minorHAnsi" w:cs="Calibri"/>
          <w:b/>
          <w:bCs/>
          <w:sz w:val="22"/>
          <w:szCs w:val="22"/>
        </w:rPr>
        <w:t xml:space="preserve">Zajištění malířských a natěračských prací pro společnost </w:t>
      </w:r>
    </w:p>
    <w:p w:rsidR="003F083A" w:rsidRPr="00F457E5" w:rsidRDefault="00B11584" w:rsidP="00B11584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Nemocnice Pardubického kraje, a.s. - </w:t>
      </w:r>
      <w:r w:rsidR="00964675" w:rsidRPr="00964675">
        <w:rPr>
          <w:rFonts w:asciiTheme="minorHAnsi" w:hAnsiTheme="minorHAnsi" w:cs="Calibri"/>
          <w:b/>
          <w:bCs/>
          <w:sz w:val="22"/>
          <w:szCs w:val="22"/>
        </w:rPr>
        <w:t>Litomyšlská</w:t>
      </w:r>
      <w:bookmarkStart w:id="0" w:name="_GoBack"/>
      <w:bookmarkEnd w:id="0"/>
      <w:r w:rsidRPr="00B11584">
        <w:rPr>
          <w:rFonts w:asciiTheme="minorHAnsi" w:hAnsiTheme="minorHAnsi" w:cs="Calibri"/>
          <w:b/>
          <w:bCs/>
          <w:sz w:val="22"/>
          <w:szCs w:val="22"/>
        </w:rPr>
        <w:t xml:space="preserve">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ouvy o dílo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4675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1584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DE5D5-5867-445C-923C-48BFE058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24</TotalTime>
  <Pages>1</Pages>
  <Words>186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20</cp:revision>
  <cp:lastPrinted>2018-11-08T12:12:00Z</cp:lastPrinted>
  <dcterms:created xsi:type="dcterms:W3CDTF">2018-10-15T07:40:00Z</dcterms:created>
  <dcterms:modified xsi:type="dcterms:W3CDTF">2019-08-02T14:01:00Z</dcterms:modified>
</cp:coreProperties>
</file>